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8049B" w14:textId="0E639631" w:rsidR="00F11D59" w:rsidRDefault="00F75F82">
      <w:pPr>
        <w:pStyle w:val="Nome"/>
      </w:pPr>
      <w:r>
        <w:t xml:space="preserve">Rafaella Aurora Puya Santana </w:t>
      </w:r>
    </w:p>
    <w:p w14:paraId="78ED817A" w14:textId="77777777" w:rsidR="00AF36B2" w:rsidRDefault="00F75F82" w:rsidP="00571789">
      <w:pPr>
        <w:pStyle w:val="InformaesdeContato"/>
      </w:pPr>
      <w:r>
        <w:t>Portal dos ipês</w:t>
      </w:r>
      <w:r w:rsidR="00046EEF">
        <w:t xml:space="preserve"> – Ribeirão Preto/SP </w:t>
      </w:r>
    </w:p>
    <w:p w14:paraId="00C8417C" w14:textId="77777777" w:rsidR="00922917" w:rsidRDefault="00922917" w:rsidP="00571789">
      <w:pPr>
        <w:pStyle w:val="InformaesdeContato"/>
      </w:pPr>
    </w:p>
    <w:p w14:paraId="08E699CE" w14:textId="77777777" w:rsidR="00131065" w:rsidRDefault="00AF36B2" w:rsidP="00571789">
      <w:pPr>
        <w:pStyle w:val="InformaesdeContato"/>
      </w:pPr>
      <w:r>
        <w:t>Celular/WhatsApp</w:t>
      </w:r>
      <w:r w:rsidR="00131065">
        <w:t>:</w:t>
      </w:r>
      <w:r w:rsidR="00571789">
        <w:t xml:space="preserve">16981053979 </w:t>
      </w:r>
    </w:p>
    <w:p w14:paraId="0E68F73A" w14:textId="77777777" w:rsidR="00922917" w:rsidRDefault="00922917" w:rsidP="00571789">
      <w:pPr>
        <w:pStyle w:val="InformaesdeContato"/>
      </w:pPr>
    </w:p>
    <w:p w14:paraId="37D4158A" w14:textId="11A724B1" w:rsidR="00F11D59" w:rsidRDefault="00131065" w:rsidP="00571789">
      <w:pPr>
        <w:pStyle w:val="InformaesdeContato"/>
      </w:pPr>
      <w:r>
        <w:t xml:space="preserve">E-mail: </w:t>
      </w:r>
      <w:hyperlink r:id="rId7" w:history="1">
        <w:r w:rsidR="00571789" w:rsidRPr="00C91D77">
          <w:rPr>
            <w:rStyle w:val="Hyperlink"/>
          </w:rPr>
          <w:t>rafaellarp09@gmail.com</w:t>
        </w:r>
      </w:hyperlink>
      <w:r w:rsidR="00571789">
        <w:t xml:space="preserve"> </w:t>
      </w:r>
    </w:p>
    <w:p w14:paraId="37CFC324" w14:textId="7717BD42" w:rsidR="00F5788B" w:rsidRPr="00801DD0" w:rsidRDefault="00F5788B" w:rsidP="00F5788B">
      <w:pPr>
        <w:pStyle w:val="InformaesdeContato"/>
        <w:rPr>
          <w:b/>
          <w:bCs/>
          <w:sz w:val="32"/>
          <w:szCs w:val="32"/>
        </w:rPr>
      </w:pPr>
    </w:p>
    <w:p w14:paraId="542217D3" w14:textId="77777777" w:rsidR="00F5788B" w:rsidRDefault="00F5788B" w:rsidP="00F5788B">
      <w:pPr>
        <w:pStyle w:val="InformaesdeContato"/>
      </w:pPr>
    </w:p>
    <w:p w14:paraId="007CC789" w14:textId="2DBCC813" w:rsidR="005967EF" w:rsidRDefault="00F5788B" w:rsidP="00F5788B">
      <w:pPr>
        <w:pStyle w:val="InformaesdeConta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ESCOLARIDADE</w:t>
      </w:r>
    </w:p>
    <w:p w14:paraId="63B5D3A0" w14:textId="77777777" w:rsidR="00CE1B79" w:rsidRDefault="00DF7165" w:rsidP="00CE1B79">
      <w:pPr>
        <w:pStyle w:val="InformaesdeContato"/>
      </w:pPr>
      <w:r>
        <w:t xml:space="preserve">• Ensino médio </w:t>
      </w:r>
      <w:r w:rsidR="00A31F15">
        <w:t xml:space="preserve">completo, </w:t>
      </w:r>
      <w:proofErr w:type="spellStart"/>
      <w:r w:rsidR="00A31F15">
        <w:t>Enceeja</w:t>
      </w:r>
      <w:proofErr w:type="spellEnd"/>
      <w:r w:rsidR="00891C75">
        <w:t>.</w:t>
      </w:r>
    </w:p>
    <w:p w14:paraId="63EC7633" w14:textId="77777777" w:rsidR="00CE1B79" w:rsidRDefault="00CE1B79" w:rsidP="00CE1B79">
      <w:pPr>
        <w:pStyle w:val="InformaesdeContato"/>
      </w:pPr>
    </w:p>
    <w:p w14:paraId="219885C7" w14:textId="77777777" w:rsidR="005967EF" w:rsidRDefault="007B0A15" w:rsidP="007B0A15">
      <w:pPr>
        <w:pStyle w:val="InformaesdeConta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CURSOS COMPLEMENTARES</w:t>
      </w:r>
    </w:p>
    <w:p w14:paraId="63DD9373" w14:textId="03D08660" w:rsidR="007B0A15" w:rsidRDefault="007B0A15" w:rsidP="007B0A15">
      <w:pPr>
        <w:pStyle w:val="InformaesdeContato"/>
      </w:pPr>
    </w:p>
    <w:p w14:paraId="6342A345" w14:textId="77777777" w:rsidR="007B0A15" w:rsidRDefault="00813F6B" w:rsidP="007B0A15">
      <w:pPr>
        <w:pStyle w:val="InformaesdeContato"/>
      </w:pPr>
      <w:r>
        <w:t xml:space="preserve">• </w:t>
      </w:r>
      <w:r w:rsidR="00F13C7B">
        <w:t>Limpeza Hospitalar</w:t>
      </w:r>
      <w:r w:rsidR="00020B94">
        <w:t>, Portal IDEA.</w:t>
      </w:r>
    </w:p>
    <w:p w14:paraId="634ACF93" w14:textId="77777777" w:rsidR="00F23124" w:rsidRDefault="008601DA" w:rsidP="00F23124">
      <w:pPr>
        <w:pStyle w:val="InformaesdeContato"/>
      </w:pPr>
      <w:r>
        <w:t xml:space="preserve">• Cursando Libras, plataforma </w:t>
      </w:r>
      <w:proofErr w:type="spellStart"/>
      <w:r>
        <w:t>Kultivi</w:t>
      </w:r>
      <w:proofErr w:type="spellEnd"/>
      <w:r>
        <w:t>.</w:t>
      </w:r>
    </w:p>
    <w:p w14:paraId="38457774" w14:textId="77777777" w:rsidR="00F23124" w:rsidRDefault="000E5593" w:rsidP="00F23124">
      <w:pPr>
        <w:pStyle w:val="InformaesdeContato"/>
      </w:pPr>
      <w:r>
        <w:t xml:space="preserve">• Cursando inglês, plataforma </w:t>
      </w:r>
      <w:proofErr w:type="spellStart"/>
      <w:r>
        <w:t>Kultivi</w:t>
      </w:r>
      <w:proofErr w:type="spellEnd"/>
      <w:r>
        <w:t>.</w:t>
      </w:r>
    </w:p>
    <w:p w14:paraId="1F0CBFF4" w14:textId="77777777" w:rsidR="00F23124" w:rsidRDefault="00F23124" w:rsidP="00F23124">
      <w:pPr>
        <w:pStyle w:val="InformaesdeContato"/>
      </w:pPr>
      <w:r>
        <w:t xml:space="preserve"> </w:t>
      </w:r>
    </w:p>
    <w:p w14:paraId="5C838AF1" w14:textId="3E544AB5" w:rsidR="005967EF" w:rsidRPr="00196918" w:rsidRDefault="00196918" w:rsidP="00F23124">
      <w:pPr>
        <w:pStyle w:val="InformaesdeConta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Experiência </w:t>
      </w:r>
    </w:p>
    <w:p w14:paraId="286D716E" w14:textId="2D77ABC4" w:rsidR="009578E8" w:rsidRPr="00F94E82" w:rsidRDefault="00756F38" w:rsidP="00F23124">
      <w:pPr>
        <w:pStyle w:val="InformaesdeContato"/>
      </w:pPr>
      <w:r>
        <w:t>•</w:t>
      </w:r>
      <w:r w:rsidR="000F40A2">
        <w:t xml:space="preserve"> </w:t>
      </w:r>
      <w:r>
        <w:t>Auxiliar de serviços gerais</w:t>
      </w:r>
      <w:r w:rsidR="00594D07">
        <w:t xml:space="preserve"> - l</w:t>
      </w:r>
      <w:r>
        <w:t>impeza hospitalar</w:t>
      </w:r>
      <w:r w:rsidR="009402B5">
        <w:t>, Centro de Saúde Escola</w:t>
      </w:r>
      <w:r w:rsidR="00932D90">
        <w:t xml:space="preserve"> Dr. Joel Domingos Machado FMRP- USP</w:t>
      </w:r>
    </w:p>
    <w:p w14:paraId="15299B54" w14:textId="35CA410E" w:rsidR="00F11D59" w:rsidRPr="0062324A" w:rsidRDefault="00F11D59">
      <w:pPr>
        <w:pStyle w:val="Ttulo2"/>
        <w:rPr>
          <w:sz w:val="28"/>
          <w:szCs w:val="28"/>
        </w:rPr>
      </w:pPr>
    </w:p>
    <w:p w14:paraId="78389B63" w14:textId="4610D174" w:rsidR="00F11D59" w:rsidRDefault="00F11D59"/>
    <w:sectPr w:rsidR="00F11D59">
      <w:headerReference w:type="default" r:id="rId8"/>
      <w:footerReference w:type="default" r:id="rId9"/>
      <w:headerReference w:type="first" r:id="rId10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83CBD" w14:textId="77777777" w:rsidR="00780F6B" w:rsidRDefault="00780F6B">
      <w:pPr>
        <w:spacing w:after="0" w:line="240" w:lineRule="auto"/>
      </w:pPr>
      <w:r>
        <w:rPr>
          <w:lang w:bidi="pt-BR"/>
        </w:rPr>
        <w:separator/>
      </w:r>
    </w:p>
  </w:endnote>
  <w:endnote w:type="continuationSeparator" w:id="0">
    <w:p w14:paraId="05F1320A" w14:textId="77777777" w:rsidR="00780F6B" w:rsidRDefault="00780F6B">
      <w:pPr>
        <w:spacing w:after="0" w:line="240" w:lineRule="auto"/>
      </w:pPr>
      <w:r>
        <w:rPr>
          <w:lang w:bidi="pt-B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8E5586" w14:textId="77777777" w:rsidR="00F11D59" w:rsidRDefault="004373C7">
        <w:pPr>
          <w:pStyle w:val="Rodap"/>
        </w:pPr>
        <w:r>
          <w:rPr>
            <w:lang w:bidi="pt-BR"/>
          </w:rPr>
          <w:fldChar w:fldCharType="begin"/>
        </w:r>
        <w:r>
          <w:rPr>
            <w:lang w:bidi="pt-BR"/>
          </w:rPr>
          <w:instrText xml:space="preserve"> PAGE   \* MERGEFORMAT </w:instrText>
        </w:r>
        <w:r>
          <w:rPr>
            <w:lang w:bidi="pt-BR"/>
          </w:rPr>
          <w:fldChar w:fldCharType="separate"/>
        </w:r>
        <w:r>
          <w:rPr>
            <w:noProof/>
            <w:lang w:bidi="pt-BR"/>
          </w:rPr>
          <w:t>2</w:t>
        </w:r>
        <w:r>
          <w:rPr>
            <w:noProof/>
            <w:lang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82109" w14:textId="77777777" w:rsidR="00780F6B" w:rsidRDefault="00780F6B">
      <w:pPr>
        <w:spacing w:after="0" w:line="240" w:lineRule="auto"/>
      </w:pPr>
      <w:r>
        <w:rPr>
          <w:lang w:bidi="pt-BR"/>
        </w:rPr>
        <w:separator/>
      </w:r>
    </w:p>
  </w:footnote>
  <w:footnote w:type="continuationSeparator" w:id="0">
    <w:p w14:paraId="114FFDAD" w14:textId="77777777" w:rsidR="00780F6B" w:rsidRDefault="00780F6B">
      <w:pPr>
        <w:spacing w:after="0" w:line="240" w:lineRule="auto"/>
      </w:pPr>
      <w:r>
        <w:rPr>
          <w:lang w:bidi="pt-B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4537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6C33A5A" wp14:editId="6AA272A6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F4F84EA" id="Group 4" o:spid="_x0000_s1026" alt="Título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">
              <v:rect id="Rectangle 2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EFF2" w14:textId="77777777" w:rsidR="00F11D59" w:rsidRDefault="004373C7">
    <w:pPr>
      <w:pStyle w:val="Cabealho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5152FFB" wp14:editId="48DE9CAE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8890" b="0"/>
              <wp:wrapNone/>
              <wp:docPr id="5" name="Grupo 5" title="Gráficos de tela de fund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tâ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tângulo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1E27661" id="Grupo 5" o:spid="_x0000_s1026" alt="Título: Gráficos de tela de fundo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">
              <v:rect id="Retângulo 6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" fillcolor="#4b3a2e [3215]" stroked="f" strokeweight="1pt"/>
              <v:rect id="Retângulo 7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41077211">
    <w:abstractNumId w:val="9"/>
  </w:num>
  <w:num w:numId="2" w16cid:durableId="519514723">
    <w:abstractNumId w:val="7"/>
  </w:num>
  <w:num w:numId="3" w16cid:durableId="1959526933">
    <w:abstractNumId w:val="6"/>
  </w:num>
  <w:num w:numId="4" w16cid:durableId="1210651119">
    <w:abstractNumId w:val="5"/>
  </w:num>
  <w:num w:numId="5" w16cid:durableId="430593854">
    <w:abstractNumId w:val="4"/>
  </w:num>
  <w:num w:numId="6" w16cid:durableId="1032537085">
    <w:abstractNumId w:val="8"/>
  </w:num>
  <w:num w:numId="7" w16cid:durableId="23142890">
    <w:abstractNumId w:val="3"/>
  </w:num>
  <w:num w:numId="8" w16cid:durableId="827789778">
    <w:abstractNumId w:val="2"/>
  </w:num>
  <w:num w:numId="9" w16cid:durableId="146171775">
    <w:abstractNumId w:val="1"/>
  </w:num>
  <w:num w:numId="10" w16cid:durableId="134782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7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82"/>
    <w:rsid w:val="00020B94"/>
    <w:rsid w:val="00034C0D"/>
    <w:rsid w:val="00042953"/>
    <w:rsid w:val="00046EEF"/>
    <w:rsid w:val="000E5593"/>
    <w:rsid w:val="000F40A2"/>
    <w:rsid w:val="000F616A"/>
    <w:rsid w:val="001061C7"/>
    <w:rsid w:val="00131065"/>
    <w:rsid w:val="00157CC7"/>
    <w:rsid w:val="00196918"/>
    <w:rsid w:val="003B05D4"/>
    <w:rsid w:val="003C5851"/>
    <w:rsid w:val="003D3E71"/>
    <w:rsid w:val="003E0A74"/>
    <w:rsid w:val="004221F9"/>
    <w:rsid w:val="00425D5A"/>
    <w:rsid w:val="004373C7"/>
    <w:rsid w:val="00571789"/>
    <w:rsid w:val="00594D07"/>
    <w:rsid w:val="005967EF"/>
    <w:rsid w:val="0062324A"/>
    <w:rsid w:val="006257EB"/>
    <w:rsid w:val="00756F38"/>
    <w:rsid w:val="00780F6B"/>
    <w:rsid w:val="007950AE"/>
    <w:rsid w:val="007B0A15"/>
    <w:rsid w:val="00801DD0"/>
    <w:rsid w:val="00813F6B"/>
    <w:rsid w:val="008601DA"/>
    <w:rsid w:val="00891C75"/>
    <w:rsid w:val="008E13BB"/>
    <w:rsid w:val="00922917"/>
    <w:rsid w:val="00932D90"/>
    <w:rsid w:val="009402B5"/>
    <w:rsid w:val="009578E8"/>
    <w:rsid w:val="00970136"/>
    <w:rsid w:val="009D42EF"/>
    <w:rsid w:val="00A31F15"/>
    <w:rsid w:val="00AF36B2"/>
    <w:rsid w:val="00B55122"/>
    <w:rsid w:val="00CD66A5"/>
    <w:rsid w:val="00CE1B79"/>
    <w:rsid w:val="00DA48A3"/>
    <w:rsid w:val="00DE392F"/>
    <w:rsid w:val="00DE63A0"/>
    <w:rsid w:val="00DF7165"/>
    <w:rsid w:val="00E33218"/>
    <w:rsid w:val="00E40E39"/>
    <w:rsid w:val="00F11D59"/>
    <w:rsid w:val="00F13C7B"/>
    <w:rsid w:val="00F23124"/>
    <w:rsid w:val="00F5788B"/>
    <w:rsid w:val="00F75F82"/>
    <w:rsid w:val="00F94E82"/>
    <w:rsid w:val="00FB2593"/>
    <w:rsid w:val="00FD2433"/>
    <w:rsid w:val="00FD4550"/>
    <w:rsid w:val="00FF6686"/>
    <w:rsid w:val="00FF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6C585C"/>
  <w15:chartTrackingRefBased/>
  <w15:docId w15:val="{A5CE8146-8EE0-9B4B-BCC2-A35C84EE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pt-PT" w:eastAsia="ja-JP" w:bidi="pt-PT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3C7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tuloChar">
    <w:name w:val="Título Char"/>
    <w:basedOn w:val="Fontepargpadro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Ttulo1Char">
    <w:name w:val="Título 1 Char"/>
    <w:basedOn w:val="Fontepargpadro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Cabealho">
    <w:name w:val="header"/>
    <w:basedOn w:val="Normal"/>
    <w:link w:val="CabealhoChar"/>
    <w:uiPriority w:val="99"/>
    <w:unhideWhenUsed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RodapChar">
    <w:name w:val="Rodapé Char"/>
    <w:basedOn w:val="Fontepargpadro"/>
    <w:link w:val="Rodap"/>
    <w:uiPriority w:val="99"/>
    <w:rPr>
      <w:b/>
      <w:spacing w:val="21"/>
      <w:sz w:val="2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e">
    <w:name w:val="Emphasis"/>
    <w:basedOn w:val="Fontepargpadro"/>
    <w:uiPriority w:val="20"/>
    <w:semiHidden/>
    <w:unhideWhenUsed/>
    <w:qFormat/>
    <w:rPr>
      <w:b/>
      <w:iCs/>
    </w:rPr>
  </w:style>
  <w:style w:type="character" w:customStyle="1" w:styleId="SubttuloChar">
    <w:name w:val="Subtítulo Char"/>
    <w:basedOn w:val="Fontepargpadro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Forte">
    <w:name w:val="Strong"/>
    <w:basedOn w:val="Fontepargpadro"/>
    <w:uiPriority w:val="22"/>
    <w:semiHidden/>
    <w:unhideWhenUsed/>
    <w:qFormat/>
    <w:rPr>
      <w:b/>
      <w:bCs/>
      <w:caps/>
      <w:smallCaps w:val="0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oChar">
    <w:name w:val="Citação Char"/>
    <w:basedOn w:val="Fontepargpadro"/>
    <w:link w:val="Citao"/>
    <w:uiPriority w:val="29"/>
    <w:semiHidden/>
    <w:rPr>
      <w:i/>
      <w:iCs/>
      <w:sz w:val="32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Pr>
      <w:b/>
      <w:i/>
      <w:iCs/>
      <w:sz w:val="32"/>
    </w:rPr>
  </w:style>
  <w:style w:type="character" w:styleId="RefernciaSutil">
    <w:name w:val="Subtle Reference"/>
    <w:basedOn w:val="Fontepargpadro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nciaIntensa">
    <w:name w:val="Intense Reference"/>
    <w:basedOn w:val="Fontepargpadro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oLivro">
    <w:name w:val="Book Title"/>
    <w:basedOn w:val="Fontepargpadro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esdeContato">
    <w:name w:val="Informações de Contato"/>
    <w:basedOn w:val="Normal"/>
    <w:uiPriority w:val="2"/>
    <w:qFormat/>
    <w:pPr>
      <w:spacing w:after="920"/>
      <w:contextualSpacing/>
    </w:pPr>
  </w:style>
  <w:style w:type="character" w:styleId="nfaseSutil">
    <w:name w:val="Subtle Emphasis"/>
    <w:basedOn w:val="Fontepargpadro"/>
    <w:uiPriority w:val="19"/>
    <w:semiHidden/>
    <w:unhideWhenUsed/>
    <w:qFormat/>
    <w:rPr>
      <w:i/>
      <w:iCs/>
      <w:color w:val="4B3A2E" w:themeColor="text2"/>
    </w:rPr>
  </w:style>
  <w:style w:type="character" w:styleId="nfaseIntensa">
    <w:name w:val="Intense Emphasis"/>
    <w:basedOn w:val="Fontepargpadro"/>
    <w:uiPriority w:val="21"/>
    <w:semiHidden/>
    <w:unhideWhenUsed/>
    <w:rPr>
      <w:b/>
      <w:i/>
      <w:iCs/>
      <w:color w:val="4B3A2E" w:themeColor="text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argrafodaLista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paragraph" w:customStyle="1" w:styleId="Nome">
    <w:name w:val="Nome"/>
    <w:basedOn w:val="Normal"/>
    <w:link w:val="No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eChar">
    <w:name w:val="Nome Char"/>
    <w:basedOn w:val="Fontepargpadro"/>
    <w:link w:val="Nome"/>
    <w:uiPriority w:val="1"/>
    <w:rPr>
      <w:b/>
      <w:caps/>
      <w:spacing w:val="21"/>
      <w:sz w:val="36"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styleId="Hyperlink">
    <w:name w:val="Hyperlink"/>
    <w:basedOn w:val="Fontepargpadro"/>
    <w:uiPriority w:val="99"/>
    <w:unhideWhenUsed/>
    <w:rsid w:val="00571789"/>
    <w:rPr>
      <w:color w:val="3D859C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7178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046EEF"/>
    <w:rPr>
      <w:color w:val="A65E8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mailto:rafaellarp09@gmail.com" TargetMode="External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427ECCFD-EC61-F341-B4B1-3E433724B41B%7dtf50002038.dotx" TargetMode="External" 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%7b427ECCFD-EC61-F341-B4B1-3E433724B41B%7dtf50002038.dotx</Template>
  <TotalTime>1</TotalTime>
  <Pages>1</Pages>
  <Words>76</Words>
  <Characters>414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Rafaella Aurora</dc:creator>
  <cp:keywords/>
  <dc:description/>
  <cp:lastModifiedBy>Rafaella Aurora</cp:lastModifiedBy>
  <cp:revision>5</cp:revision>
  <dcterms:created xsi:type="dcterms:W3CDTF">2023-09-18T12:51:00Z</dcterms:created>
  <dcterms:modified xsi:type="dcterms:W3CDTF">2023-09-28T15:32:00Z</dcterms:modified>
</cp:coreProperties>
</file>